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248" w:rsidRPr="00DB5032" w:rsidRDefault="00F65248" w:rsidP="00C475D0">
      <w:pPr>
        <w:tabs>
          <w:tab w:val="left" w:pos="10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DB5032">
        <w:rPr>
          <w:sz w:val="24"/>
          <w:szCs w:val="24"/>
        </w:rPr>
        <w:t>Dangers of Water Pollution and Conducting Water Tests</w:t>
      </w:r>
      <w:r>
        <w:rPr>
          <w:sz w:val="24"/>
          <w:szCs w:val="24"/>
        </w:rPr>
        <w:t>”</w:t>
      </w:r>
    </w:p>
    <w:p w:rsidR="00F65248" w:rsidRDefault="00F65248" w:rsidP="00C475D0">
      <w:pPr>
        <w:tabs>
          <w:tab w:val="left" w:pos="1080"/>
        </w:tabs>
        <w:spacing w:after="0"/>
        <w:rPr>
          <w:sz w:val="24"/>
          <w:szCs w:val="24"/>
        </w:rPr>
      </w:pPr>
    </w:p>
    <w:p w:rsidR="00F65248" w:rsidRDefault="00F65248" w:rsidP="00C475D0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Ideas from the actual lesson plan were retrieved and adapted from existing lesson plans on the Peace Corps Ukraine Environmental Working Group website, at </w:t>
      </w:r>
      <w:hyperlink r:id="rId5" w:history="1">
        <w:r w:rsidRPr="00046AB2">
          <w:rPr>
            <w:rStyle w:val="Hyperlink"/>
            <w:sz w:val="24"/>
            <w:szCs w:val="24"/>
          </w:rPr>
          <w:t>http://ewgukraine.wikispaces.com/Educational+Resources</w:t>
        </w:r>
      </w:hyperlink>
      <w:r>
        <w:rPr>
          <w:sz w:val="24"/>
          <w:szCs w:val="24"/>
        </w:rPr>
        <w:t>.  The specific lesson plans are entitled “Understanding Water as a Resource” and “Pollution: Human Impact on the Environment and Different Kinds of Water Pollution.”</w:t>
      </w:r>
    </w:p>
    <w:p w:rsidR="00F65248" w:rsidRDefault="00F65248" w:rsidP="00C475D0">
      <w:pPr>
        <w:tabs>
          <w:tab w:val="left" w:pos="1080"/>
        </w:tabs>
        <w:spacing w:after="0"/>
        <w:rPr>
          <w:sz w:val="24"/>
          <w:szCs w:val="24"/>
        </w:rPr>
      </w:pPr>
    </w:p>
    <w:p w:rsidR="00F65248" w:rsidRDefault="00F65248" w:rsidP="00C475D0">
      <w:pPr>
        <w:tabs>
          <w:tab w:val="left" w:pos="10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“Water Pollution” PowerPoint and Chemical Chart</w:t>
      </w:r>
    </w:p>
    <w:p w:rsidR="00F65248" w:rsidRDefault="00F65248" w:rsidP="00C475D0">
      <w:pPr>
        <w:tabs>
          <w:tab w:val="left" w:pos="1080"/>
        </w:tabs>
        <w:spacing w:after="0"/>
        <w:rPr>
          <w:sz w:val="24"/>
          <w:szCs w:val="24"/>
        </w:rPr>
      </w:pPr>
    </w:p>
    <w:p w:rsidR="00F65248" w:rsidRPr="0025753D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25753D">
        <w:rPr>
          <w:rFonts w:cs="Calibri"/>
          <w:sz w:val="24"/>
          <w:szCs w:val="24"/>
        </w:rPr>
        <w:t>Some of the ideas from this PowerPoint were also retrieved from the “Understanding Water as a Resource” and “Pollution: Human Impact on the Environment and Different Kinds of Water Pollution” lesson plans.  These are retrievable at the above link.</w:t>
      </w:r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25753D">
        <w:rPr>
          <w:rFonts w:cs="Calibri"/>
          <w:sz w:val="24"/>
          <w:szCs w:val="24"/>
        </w:rPr>
        <w:t xml:space="preserve">“How Much Water Is There on Earth.”  </w:t>
      </w:r>
      <w:r w:rsidRPr="0025753D">
        <w:rPr>
          <w:rFonts w:cs="Calibri"/>
          <w:sz w:val="24"/>
          <w:szCs w:val="24"/>
          <w:u w:val="single"/>
        </w:rPr>
        <w:t>How Stuff Works?</w:t>
      </w:r>
      <w:r w:rsidRPr="0025753D">
        <w:rPr>
          <w:rFonts w:cs="Calibri"/>
          <w:sz w:val="24"/>
          <w:szCs w:val="24"/>
        </w:rPr>
        <w:t xml:space="preserve">. </w:t>
      </w:r>
      <w:hyperlink r:id="rId6" w:history="1">
        <w:r w:rsidRPr="0025753D">
          <w:rPr>
            <w:rStyle w:val="Hyperlink"/>
            <w:rFonts w:cs="Calibri"/>
            <w:sz w:val="24"/>
            <w:szCs w:val="24"/>
          </w:rPr>
          <w:t>http://science.howstuffworks.com/environmental/earth/geophysics/question157.htm</w:t>
        </w:r>
      </w:hyperlink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B0713D">
        <w:rPr>
          <w:rFonts w:cs="Calibri"/>
          <w:sz w:val="24"/>
          <w:szCs w:val="24"/>
        </w:rPr>
        <w:t xml:space="preserve">Information and figures about Total Nitrite, Copper, Lead, and Total Nitrate obtained from the US Environmental Protection Agency’s webpage “Drinking Water Contaminants” located at </w:t>
      </w:r>
      <w:hyperlink r:id="rId7" w:anchor="3" w:history="1">
        <w:r w:rsidRPr="00B0713D">
          <w:rPr>
            <w:rStyle w:val="Hyperlink"/>
            <w:rFonts w:cs="Calibri"/>
            <w:sz w:val="24"/>
            <w:szCs w:val="24"/>
          </w:rPr>
          <w:t>http://water.epa.gov/drink/contaminants/index.cfm#3</w:t>
        </w:r>
      </w:hyperlink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B0713D">
        <w:rPr>
          <w:rFonts w:cs="Calibri"/>
          <w:sz w:val="24"/>
          <w:szCs w:val="24"/>
        </w:rPr>
        <w:t xml:space="preserve">Information and figures about pH, Total Alkalinity, Iron, Chloride, Sulfate, and Total Hardness obtained from “Water Quality: Protecting Household Drinking Water” located at </w:t>
      </w:r>
      <w:hyperlink r:id="rId8" w:history="1">
        <w:r w:rsidRPr="00B0713D">
          <w:rPr>
            <w:rStyle w:val="Hyperlink"/>
            <w:rFonts w:cs="Calibri"/>
            <w:sz w:val="24"/>
            <w:szCs w:val="24"/>
          </w:rPr>
          <w:t>http://animalrangeextension.montana.edu/LoL/Module-3b/3-Mineral2.htm</w:t>
        </w:r>
      </w:hyperlink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B0713D">
        <w:rPr>
          <w:rFonts w:cs="Calibri"/>
          <w:sz w:val="24"/>
          <w:szCs w:val="24"/>
        </w:rPr>
        <w:t xml:space="preserve">Information about Pesticides obtained from </w:t>
      </w:r>
      <w:hyperlink r:id="rId9" w:history="1">
        <w:r w:rsidRPr="00B0713D">
          <w:rPr>
            <w:rStyle w:val="Hyperlink"/>
            <w:rFonts w:cs="Calibri"/>
            <w:sz w:val="24"/>
            <w:szCs w:val="24"/>
          </w:rPr>
          <w:t>http://psep.cce.cornell.edu/facts-slides-self/facts/pes-heef-grw85.aspx</w:t>
        </w:r>
      </w:hyperlink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B0713D">
        <w:rPr>
          <w:rFonts w:cs="Calibri"/>
          <w:sz w:val="24"/>
          <w:szCs w:val="24"/>
        </w:rPr>
        <w:t xml:space="preserve">Chlorine information taken from </w:t>
      </w:r>
      <w:hyperlink r:id="rId10" w:history="1">
        <w:r w:rsidRPr="00B0713D">
          <w:rPr>
            <w:rStyle w:val="Hyperlink"/>
            <w:rFonts w:cs="Calibri"/>
            <w:sz w:val="24"/>
            <w:szCs w:val="24"/>
          </w:rPr>
          <w:t>http://www.orthomolecular.org/library/jom/2000/articles/2000-v15n02-p089.shtml</w:t>
        </w:r>
      </w:hyperlink>
    </w:p>
    <w:p w:rsidR="00F65248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 w:rsidRPr="00B0713D">
        <w:rPr>
          <w:rFonts w:cs="Calibri"/>
          <w:sz w:val="24"/>
          <w:szCs w:val="24"/>
        </w:rPr>
        <w:t xml:space="preserve">Information about Hydrogen sulfide obtained from </w:t>
      </w:r>
      <w:hyperlink r:id="rId11" w:history="1">
        <w:r w:rsidRPr="00B0713D">
          <w:rPr>
            <w:rStyle w:val="Hyperlink"/>
            <w:rFonts w:cs="Calibri"/>
            <w:sz w:val="24"/>
            <w:szCs w:val="24"/>
          </w:rPr>
          <w:t>http://www.freedrinkingwater.com/water-education2/78-hydrogen-sulfide.htm</w:t>
        </w:r>
      </w:hyperlink>
    </w:p>
    <w:p w:rsidR="00F65248" w:rsidRPr="00B0713D" w:rsidRDefault="00F65248" w:rsidP="00C475D0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Water video entitled “Quality Drinking Water Scarce in Ukraine” was obtained from </w:t>
      </w:r>
      <w:hyperlink r:id="rId12" w:history="1">
        <w:r w:rsidRPr="00046AB2">
          <w:rPr>
            <w:rStyle w:val="Hyperlink"/>
            <w:rFonts w:cs="Calibri"/>
            <w:sz w:val="24"/>
            <w:szCs w:val="24"/>
          </w:rPr>
          <w:t>http://www.youtube.com/watch?v=Ittls2Jsguk</w:t>
        </w:r>
      </w:hyperlink>
      <w:r>
        <w:rPr>
          <w:rFonts w:cs="Calibri"/>
          <w:sz w:val="24"/>
          <w:szCs w:val="24"/>
        </w:rPr>
        <w:t xml:space="preserve"> and was upload by NTD Television.</w:t>
      </w:r>
    </w:p>
    <w:p w:rsidR="00F65248" w:rsidRDefault="00F65248"/>
    <w:p w:rsidR="00F65248" w:rsidRDefault="00F65248">
      <w:r>
        <w:t>All photos were obtained from the following sources:</w:t>
      </w:r>
      <w:bookmarkStart w:id="0" w:name="_GoBack"/>
      <w:bookmarkEnd w:id="0"/>
    </w:p>
    <w:p w:rsidR="00F65248" w:rsidRDefault="00F65248">
      <w:hyperlink r:id="rId13" w:history="1">
        <w:r w:rsidRPr="0089452A">
          <w:rPr>
            <w:rStyle w:val="Hyperlink"/>
          </w:rPr>
          <w:t>http://www.google.com/imgres?imgurl=http://www.optimallyorganic.com/cleanwater_drop.jpg&amp;imgrefurl=http://www.optimallyorganic.com/WaterDistiller.htm&amp;usg=__nSamf1AVMifxwbxrQE2Q0XpQ9LU=&amp;h=327&amp;w=448&amp;sz=15&amp;hl=en&amp;start=4&amp;zoom=1&amp;tbnid=4Kt0fs7cEQlKAM:&amp;tbnh=93&amp;tbnw=127&amp;ei=SE1wT9mHFITHswbykbyzAg&amp;um=1&amp;itbs=1</w:t>
        </w:r>
      </w:hyperlink>
    </w:p>
    <w:p w:rsidR="00F65248" w:rsidRDefault="00F65248">
      <w:hyperlink r:id="rId14" w:history="1">
        <w:r w:rsidRPr="0089452A">
          <w:rPr>
            <w:rStyle w:val="Hyperlink"/>
          </w:rPr>
          <w:t>http://www.google.com/imgres?imgurl=http://i.telegraph.co.uk/multimedia/archive/00979/drinking-water-460_979746c.jpg&amp;imgrefurl=http://www.telegraph.co.uk/news/uknews/3099454/British-drinking-water-may-be-tainted-with-prescription-drugs.html&amp;usg=__cXsPLxZNiYfWgFA0ajsX8w_SwUQ=&amp;h=288&amp;w=460&amp;sz=22&amp;hl=en&amp;start=2&amp;zoom=1&amp;tbnid=ZW9NamcAKAhmDM:&amp;tbnh=80&amp;tbnw=128&amp;ei=IlBwT_iAIMXIsgbEk7GdAg&amp;um=1&amp;itbs=1</w:t>
        </w:r>
      </w:hyperlink>
    </w:p>
    <w:p w:rsidR="00F65248" w:rsidRDefault="00F65248">
      <w:hyperlink r:id="rId15" w:history="1">
        <w:r w:rsidRPr="0089452A">
          <w:rPr>
            <w:rStyle w:val="Hyperlink"/>
          </w:rPr>
          <w:t>http://www.google.com/imgres?imgurl=http://wardrobeadvice.com/wp-content/uploads/2010/02/Hand-wash.jpg&amp;imgrefurl=http://wardrobeadvice.com/how-to-hand-wash-clothes/&amp;usg=__6LFfKpaD46gqInQnYp3_2VT2E5c=&amp;h=365&amp;w=550&amp;sz=107&amp;hl=en&amp;start=1&amp;zoom=1&amp;tbnid=_tZ3ACyTXt_6mM:&amp;tbnh=88&amp;tbnw=133&amp;ei=34xwT53BMsHzsgaOoYirAg&amp;um=1&amp;itbs=1</w:t>
        </w:r>
      </w:hyperlink>
    </w:p>
    <w:p w:rsidR="00F65248" w:rsidRDefault="00F65248">
      <w:pPr>
        <w:rPr>
          <w:rStyle w:val="Hyperlink"/>
        </w:rPr>
      </w:pPr>
      <w:hyperlink r:id="rId16" w:history="1">
        <w:r w:rsidRPr="0089452A">
          <w:rPr>
            <w:rStyle w:val="Hyperlink"/>
          </w:rPr>
          <w:t>http://www.google.com/imgres?imgurl=http://www.shastaconservationfund.org/wishing_well2.jpg&amp;imgrefurl=http://www.shastaconservationfund.org/WELL.htm&amp;usg=__PidOnb0xaVkKVl1LfUz2Nnxfnv0=&amp;h=400&amp;w=400&amp;sz=61&amp;hl=en&amp;start=4&amp;zoom=1&amp;tbnid=x-rVCHkBpYPPYM:&amp;tbnh=124&amp;tbnw=124&amp;ei=iZBwT6qpE8rFtAbahZyqAg&amp;prev=/search%3Fq%3Dwell%26um%3D1%26hl%3Den%26safe%3Doff%26client%3Dfirefox-a%26sa%3DN%26rls%3Dorg.mozilla:en-US:official%26tbm%3Disch&amp;um=1&amp;itbs=1</w:t>
        </w:r>
      </w:hyperlink>
    </w:p>
    <w:p w:rsidR="00F65248" w:rsidRDefault="00F65248">
      <w:hyperlink r:id="rId17" w:history="1">
        <w:r w:rsidRPr="00046AB2">
          <w:rPr>
            <w:rStyle w:val="Hyperlink"/>
          </w:rPr>
          <w:t>http://www.google.com/imgres?imgurl=http://1.bp.blogspot.com/-TJtkwOIk-u8/TuYCnyvqESI/AAAAAAAAAVk/kibtVINVTpc/s1600/showersinger2.jpg&amp;imgrefurl=http://ignorantics.blogspot.com/2011/12/ignorantic-shower-singers-part-1.html&amp;usg=__BuoHSV2Q2Dt_OBwvfa9RV4zB7Qk=&amp;h=320&amp;w=296&amp;sz=28&amp;hl=en&amp;start=31&amp;zoom=1&amp;tbnid=Mi6hv5cT7evoaM:&amp;tbnh=118&amp;tbnw=109&amp;ei=WBCAT76OOcjZsgb74aCjBA&amp;um=1&amp;itbs=1</w:t>
        </w:r>
      </w:hyperlink>
      <w:r>
        <w:t xml:space="preserve"> </w:t>
      </w:r>
    </w:p>
    <w:p w:rsidR="00F65248" w:rsidRDefault="00F65248">
      <w:hyperlink r:id="rId18" w:history="1">
        <w:r w:rsidRPr="0089452A">
          <w:rPr>
            <w:rStyle w:val="Hyperlink"/>
          </w:rPr>
          <w:t>http://www.google.com/imgres?imgurl=http://www.crystalspring.net/images/bottledWater.jpg&amp;imgrefurl=http://www.crystalspring.net/bottledWater.html&amp;usg=__Gy8nGrkHsUpwd3K7M3H1vXN8cFE=&amp;h=290&amp;w=437&amp;sz=63&amp;hl=en&amp;start=20&amp;zoom=1&amp;tbnid=002-Dxn9PMdJeM:&amp;tbnh=84&amp;tbnw=126&amp;ei=sI9wT-u5OMXLtAbFsNSxAg&amp;prev=/search%3Fq%3Dbottled%2Bwater%26um%3D1%26hl%3Den%26safe%3Doff%26client%3Dfirefox-a%26sa%3DN%26rls%3Dorg.mozilla:en-US:official%26tbm%3Disch&amp;um=1&amp;itbs=1</w:t>
        </w:r>
      </w:hyperlink>
    </w:p>
    <w:p w:rsidR="00F65248" w:rsidRDefault="00F65248">
      <w:hyperlink r:id="rId19" w:history="1">
        <w:r w:rsidRPr="0089452A">
          <w:rPr>
            <w:rStyle w:val="Hyperlink"/>
          </w:rPr>
          <w:t>http://www.google.com/imgres?imgurl=http://scienceblogs.com/aardvarchaeology/water%2520tap.jpg&amp;imgrefurl=http://scienceblogs.com/aardvarchaeology/2008/03/tap_water_is_not_a_naturally_o.php&amp;usg=__FGYNRgpwQTSWD2b9bBJhkdGDUIU=&amp;h=520&amp;w=400&amp;sz=22&amp;hl=en&amp;start=3&amp;zoom=1&amp;tbnid=9yl_QigV_XlcBM:&amp;tbnh=131&amp;tbnw=101&amp;ei=KpFwT_zeMsPmtQbizpy1Ag&amp;prev=/search%3Fq%3Dtap%2Bwater%26um%3D1%26hl%3Den%26safe%3Doff%26client%3Dfirefox-a%26sa%3DN%26rls%3Dorg.mozilla:en-US:official%26tbm%3Disch&amp;um=1&amp;itbs=1</w:t>
        </w:r>
      </w:hyperlink>
    </w:p>
    <w:p w:rsidR="00F65248" w:rsidRDefault="00F65248">
      <w:hyperlink r:id="rId20" w:history="1">
        <w:r w:rsidRPr="0089452A">
          <w:rPr>
            <w:rStyle w:val="Hyperlink"/>
          </w:rPr>
          <w:t>http://www.google.com/imgres?imgurl=http://kateraidt.files.wordpress.com/2011/04/happy-child.jpg&amp;imgrefurl=http://kateraidt.wordpress.com/&amp;usg=__JGc8A3nYff6sNDuttP1aY18FL4c=&amp;h=303&amp;w=452&amp;sz=27&amp;hl=en&amp;start=2&amp;zoom=1&amp;tbnid=p9Ruc5RPvj3i1M:&amp;tbnh=85&amp;tbnw=127&amp;ei=qcpwT9TtEMrSsgb5q5CzAQ&amp;prev=/search%3Fq%3Dhappy%2Bchild%26um%3D1%26hl%3Den%26safe%3Doff%26client%3Dfirefox-a%26sa%3DN%26rls%3Dorg.mozilla:en-US:official%26tbm%3Disch&amp;um=1&amp;itbs=1</w:t>
        </w:r>
      </w:hyperlink>
    </w:p>
    <w:p w:rsidR="00F65248" w:rsidRDefault="00F65248">
      <w:hyperlink r:id="rId21" w:history="1">
        <w:r w:rsidRPr="0089452A">
          <w:rPr>
            <w:rStyle w:val="Hyperlink"/>
          </w:rPr>
          <w:t>http://www.google.com/imgres?imgurl=http://1.bp.blogspot.com/-5lyZ-aDkWUs/TymXOLAJinI/AAAAAAAAADg/o_nq8hd9srk/s1600/6a00d8341bf7f753ef00e54f36bbc88834-800wi.jpg&amp;imgrefurl=http://amanda1877.blogspot.com/2012/02/picture-from-httpwww.html&amp;usg=__wdI1X36-YqSFU1Nh9Nq-O9EibVk=&amp;h=375&amp;w=500&amp;sz=223&amp;hl=en&amp;start=4&amp;zoom=1&amp;tbnid=HJPt-m5GkgsMJM:&amp;tbnh=98&amp;tbnw=130&amp;ei=FM9wT_H1G4XhtQagtvWUAg&amp;prev=/search%3Fq%3Dice%2Bcap%26um%3D1%26hl%3Den%26safe%3Doff%26client%3Dfirefox-a%26sa%3DN%26rls%3Dorg.mozilla:en-US:official%26tbm%3Disch&amp;um=1&amp;itbs=1</w:t>
        </w:r>
      </w:hyperlink>
    </w:p>
    <w:p w:rsidR="00F65248" w:rsidRDefault="00F65248">
      <w:hyperlink r:id="rId22" w:history="1">
        <w:r w:rsidRPr="0089452A">
          <w:rPr>
            <w:rStyle w:val="Hyperlink"/>
          </w:rPr>
          <w:t>http://science.howstuffworks.com/environmental/earth/geophysics/question157.htm</w:t>
        </w:r>
      </w:hyperlink>
    </w:p>
    <w:p w:rsidR="00F65248" w:rsidRDefault="00F65248">
      <w:hyperlink r:id="rId23" w:history="1">
        <w:r w:rsidRPr="0089452A">
          <w:rPr>
            <w:rStyle w:val="Hyperlink"/>
          </w:rPr>
          <w:t>http://www.google.com/imgres?imgurl=http://recyclingewaste.files.wordpress.com/2011/09/toxic-waste-epa.gif&amp;imgrefurl=http://recyclingewaste.wordpress.com/2011/09/28/how-toxic-is-toxic-waste/&amp;usg=__iNhYID7qDhCtv7mRV045eM3FIHc=&amp;h=339&amp;w=261&amp;sz=69&amp;hl=en&amp;start=4&amp;zoom=1&amp;tbnid=wU1Y4UHsb_e2tM:&amp;tbnh=119&amp;tbnw=92&amp;ei=IdZwT7GtAYeVswbr-sGKAg&amp;prev=/search%3Fq%3Dtoxic%2Bwaste%26um%3D1%26hl%3Den%26safe%3Doff%26client%3Dfirefox-a%26sa%3DN%26rls%3Dorg.mozilla:en-US:official%26tbm%3Disch&amp;um=1&amp;itbs=1</w:t>
        </w:r>
      </w:hyperlink>
    </w:p>
    <w:p w:rsidR="00F65248" w:rsidRDefault="00F65248">
      <w:hyperlink r:id="rId24" w:history="1">
        <w:r w:rsidRPr="0089452A">
          <w:rPr>
            <w:rStyle w:val="Hyperlink"/>
          </w:rPr>
          <w:t>http://www.google.com/imgres?imgurl=http://www.greenchange.org/img/original/pesticide.jpg&amp;imgrefurl=http://www.greenchange.org/new-tests-show-30-out-of-37-pesticides-block-male-hormones&amp;usg=__1xfLPRnRFnqmhX4eBBR39IH8kFw=&amp;h=480&amp;w=640&amp;sz=65&amp;hl=en&amp;start=5&amp;zoom=1&amp;tbnid=WXdcUn7g9W6PqM:&amp;tbnh=103&amp;tbnw=137&amp;ei=4tlwT7rICsrWsgb1z-GtAg&amp;prev=/search%3Fq%3Dpesticides%26um%3D1%26hl%3Den%26safe%3Doff%26client%3Dfirefox-a%26sa%3DN%26rls%3Dorg.mozilla:en-US:official%26tbm%3Disch&amp;um=1&amp;itbs=1</w:t>
        </w:r>
      </w:hyperlink>
    </w:p>
    <w:p w:rsidR="00F65248" w:rsidRDefault="00F65248">
      <w:pPr>
        <w:rPr>
          <w:rStyle w:val="Hyperlink"/>
        </w:rPr>
      </w:pPr>
      <w:hyperlink r:id="rId25" w:history="1">
        <w:r w:rsidRPr="0089452A">
          <w:rPr>
            <w:rStyle w:val="Hyperlink"/>
          </w:rPr>
          <w:t>http://www.google.com/imgres?imgurl=http://lh6.ggpht.com/-p3AfQZxLtdY/TUbPIZ7aA6I/AAAAAAAAF84/_vMH_XMsktI/grayes_greenhouse_4.jpg&amp;imgrefurl=http://inthegarden.marthastewart.com/2011/01/31/visiting-grayes-greenhouse/&amp;usg=___EIzZaWWA0Qhf7Jj3J1cBcUJpIc=&amp;h=1600&amp;w=1200&amp;sz=408&amp;hl=en&amp;start=32&amp;zoom=1&amp;tbnid=Z2vsOslit2r0WM:&amp;tbnh=150&amp;tbnw=113&amp;ei=n91wT9_7AdHEsgbX3oXTDQ&amp;prev=/search%3Fq%3Dold%2Bpipes%26start%3D20%26um%3D1%26hl%3Den%26safe%3Doff%26client%3Dfirefox-a%26sa%3DN%26rls%3Dorg.mozilla:en-US:official%26tbm%3Disch&amp;um=1&amp;itbs=1</w:t>
        </w:r>
      </w:hyperlink>
    </w:p>
    <w:p w:rsidR="00F65248" w:rsidRDefault="00F65248">
      <w:hyperlink r:id="rId26" w:history="1">
        <w:r w:rsidRPr="00046AB2">
          <w:rPr>
            <w:rStyle w:val="Hyperlink"/>
          </w:rPr>
          <w:t>http://www.google.com/imgres?imgurl=http://www.belgraviacentre.com/wp-content/uploads/2011/03/Acid-Rain-Bald-Man.gif&amp;imgrefurl=http://www.belgraviacentre.com/blog/authorities-move-to-dispel-acid-rain-alopecia-hoax/&amp;usg=__YwDkeTBXVsvcEfM1lEYROQI4Eaw=&amp;h=471&amp;w=400&amp;sz=18&amp;hl=en&amp;start=20&amp;zoom=1&amp;tbnid=irBQFdaemjyXBM:&amp;tbnh=129&amp;tbnw=110&amp;ei=8xGAT8ieEtDKtAbIi8HRBA&amp;um=1&amp;itbs=1</w:t>
        </w:r>
      </w:hyperlink>
    </w:p>
    <w:p w:rsidR="00F65248" w:rsidRDefault="00F65248">
      <w:hyperlink r:id="rId27" w:history="1">
        <w:r w:rsidRPr="00046AB2">
          <w:rPr>
            <w:rStyle w:val="Hyperlink"/>
          </w:rPr>
          <w:t>http://phil.cdc.gov/PHIL_Images/8698/8698_lores.jpg</w:t>
        </w:r>
      </w:hyperlink>
      <w:r>
        <w:t xml:space="preserve"> </w:t>
      </w:r>
    </w:p>
    <w:p w:rsidR="00F65248" w:rsidRDefault="00F65248">
      <w:hyperlink r:id="rId28" w:history="1">
        <w:r w:rsidRPr="0089452A">
          <w:rPr>
            <w:rStyle w:val="Hyperlink"/>
          </w:rPr>
          <w:t>http://www.google.com/imgres?imgurl=http://1.bp.blogspot.com/_DsZn5gt03b8/TTVedGNrBwI/AAAAAAAAAW4/xCID0Ljokzk/s1600/Stomach-pain-Symptoms.jpg&amp;imgrefurl=http://healthnfitness-tips.blogspot.com/2011/01/symptoms-and-home-remedies-for-stomach.html&amp;usg=__wvP-3Fl_YnWmdtbChbpAgVGQMCc=&amp;h=420&amp;w=280&amp;sz=88&amp;hl=en&amp;start=7&amp;zoom=1&amp;tbnid=KLWCZdv3U90j-M:&amp;tbnh=125&amp;tbnw=83&amp;ei=Kt9wT_f4H8ngtQaV48TVDQ&amp;prev=/search%3Fq%3Dstomach%2Billness%26um%3D1%26hl%3Den%26safe%3Doff%26client%3Dfirefox-a%26sa%3DN%26rls%3Dorg.mozilla:en-US:official%26tbm%3Disch&amp;um=1&amp;itbs=1</w:t>
        </w:r>
      </w:hyperlink>
    </w:p>
    <w:p w:rsidR="00F65248" w:rsidRDefault="00F65248">
      <w:hyperlink r:id="rId29" w:history="1">
        <w:r w:rsidRPr="00046AB2">
          <w:rPr>
            <w:rStyle w:val="Hyperlink"/>
          </w:rPr>
          <w:t>http://www.google.com/imgres?imgurl=http://www.ngpowereu.com/media/media-news/news-thumb/100419/waste.jpg&amp;imgrefurl=http://www.ngpowereu.com/news/powering-homes-with-human-waste/&amp;usg=__eGom6s4xIy2DSbCl_SY1UqNd-68=&amp;h=360&amp;w=640&amp;sz=48&amp;hl=en&amp;start=3&amp;zoom=1&amp;tbnid=r5SwNCdDkV-ovM:&amp;tbnh=77&amp;tbnw=137&amp;ei=meJwT7XpComGswaQ0e3FDQ&amp;prev=/search%3Fq%3Dhuman%2Bwaste%26um%3D1%26hl%3Den%26safe%3Doff%26client%3Dfirefox-a%26sa%3DN%26rls%3Dorg.mozilla:en-US:official%26tbm%3Disch&amp;um=1&amp;itbs=1</w:t>
        </w:r>
      </w:hyperlink>
      <w:r>
        <w:t xml:space="preserve"> </w:t>
      </w:r>
    </w:p>
    <w:sectPr w:rsidR="00F65248" w:rsidSect="00BD702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3027"/>
    <w:multiLevelType w:val="hybridMultilevel"/>
    <w:tmpl w:val="C24C9A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7A7F91"/>
    <w:multiLevelType w:val="hybridMultilevel"/>
    <w:tmpl w:val="DAF8FA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7A0"/>
    <w:rsid w:val="00046AB2"/>
    <w:rsid w:val="00144B33"/>
    <w:rsid w:val="00176FD2"/>
    <w:rsid w:val="00180B05"/>
    <w:rsid w:val="00212819"/>
    <w:rsid w:val="0025753D"/>
    <w:rsid w:val="0035619F"/>
    <w:rsid w:val="00460C52"/>
    <w:rsid w:val="006157A0"/>
    <w:rsid w:val="006A2DBE"/>
    <w:rsid w:val="0089452A"/>
    <w:rsid w:val="00973FC9"/>
    <w:rsid w:val="00A30CD9"/>
    <w:rsid w:val="00A36DD2"/>
    <w:rsid w:val="00B0713D"/>
    <w:rsid w:val="00B367CD"/>
    <w:rsid w:val="00BD702D"/>
    <w:rsid w:val="00BE6FCD"/>
    <w:rsid w:val="00C475D0"/>
    <w:rsid w:val="00DB5032"/>
    <w:rsid w:val="00E56A64"/>
    <w:rsid w:val="00EF04AF"/>
    <w:rsid w:val="00F65248"/>
    <w:rsid w:val="00FC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57A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C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61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rsid w:val="00460C52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C47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imalrangeextension.montana.edu/LoL/Module-3b/3-Mineral2.htm" TargetMode="External"/><Relationship Id="rId13" Type="http://schemas.openxmlformats.org/officeDocument/2006/relationships/hyperlink" Target="http://www.google.com/imgres?imgurl=http://www.optimallyorganic.com/cleanwater_drop.jpg&amp;imgrefurl=http://www.optimallyorganic.com/WaterDistiller.htm&amp;usg=__nSamf1AVMifxwbxrQE2Q0XpQ9LU=&amp;h=327&amp;w=448&amp;sz=15&amp;hl=en&amp;start=4&amp;zoom=1&amp;tbnid=4Kt0fs7cEQlKAM:&amp;tbnh=93&amp;tbnw=127&amp;ei=SE1wT9mHFITHswbykbyzAg&amp;um=1&amp;itbs=1" TargetMode="External"/><Relationship Id="rId18" Type="http://schemas.openxmlformats.org/officeDocument/2006/relationships/hyperlink" Target="http://www.google.com/imgres?imgurl=http://www.crystalspring.net/images/bottledWater.jpg&amp;imgrefurl=http://www.crystalspring.net/bottledWater.html&amp;usg=__Gy8nGrkHsUpwd3K7M3H1vXN8cFE=&amp;h=290&amp;w=437&amp;sz=63&amp;hl=en&amp;start=20&amp;zoom=1&amp;tbnid=002-Dxn9PMdJeM:&amp;tbnh=84&amp;tbnw=126&amp;ei=sI9wT-u5OMXLtAbFsNSxAg&amp;prev=/search%3Fq%3Dbottled%2Bwater%26um%3D1%26hl%3Den%26safe%3Doff%26client%3Dfirefox-a%26sa%3DN%26rls%3Dorg.mozilla:en-US:official%26tbm%3Disch&amp;um=1&amp;itbs=1" TargetMode="External"/><Relationship Id="rId26" Type="http://schemas.openxmlformats.org/officeDocument/2006/relationships/hyperlink" Target="http://www.google.com/imgres?imgurl=http://www.belgraviacentre.com/wp-content/uploads/2011/03/Acid-Rain-Bald-Man.gif&amp;imgrefurl=http://www.belgraviacentre.com/blog/authorities-move-to-dispel-acid-rain-alopecia-hoax/&amp;usg=__YwDkeTBXVsvcEfM1lEYROQI4Eaw=&amp;h=471&amp;w=400&amp;sz=18&amp;hl=en&amp;start=20&amp;zoom=1&amp;tbnid=irBQFdaemjyXBM:&amp;tbnh=129&amp;tbnw=110&amp;ei=8xGAT8ieEtDKtAbIi8HRBA&amp;um=1&amp;itbs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ogle.com/imgres?imgurl=http://1.bp.blogspot.com/-5lyZ-aDkWUs/TymXOLAJinI/AAAAAAAAADg/o_nq8hd9srk/s1600/6a00d8341bf7f753ef00e54f36bbc88834-800wi.jpg&amp;imgrefurl=http://amanda1877.blogspot.com/2012/02/picture-from-httpwww.html&amp;usg=__wdI1X36-YqSFU1Nh9Nq-O9EibVk=&amp;h=375&amp;w=500&amp;sz=223&amp;hl=en&amp;start=4&amp;zoom=1&amp;tbnid=HJPt-m5GkgsMJM:&amp;tbnh=98&amp;tbnw=130&amp;ei=FM9wT_H1G4XhtQagtvWUAg&amp;prev=/search%3Fq%3Dice%2Bcap%26um%3D1%26hl%3Den%26safe%3Doff%26client%3Dfirefox-a%26sa%3DN%26rls%3Dorg.mozilla:en-US:official%26tbm%3Disch&amp;um=1&amp;itbs=1" TargetMode="External"/><Relationship Id="rId7" Type="http://schemas.openxmlformats.org/officeDocument/2006/relationships/hyperlink" Target="http://water.epa.gov/drink/contaminants/index.cfm" TargetMode="External"/><Relationship Id="rId12" Type="http://schemas.openxmlformats.org/officeDocument/2006/relationships/hyperlink" Target="http://www.youtube.com/watch?v=Ittls2Jsguk" TargetMode="External"/><Relationship Id="rId17" Type="http://schemas.openxmlformats.org/officeDocument/2006/relationships/hyperlink" Target="http://www.google.com/imgres?imgurl=http://1.bp.blogspot.com/-TJtkwOIk-u8/TuYCnyvqESI/AAAAAAAAAVk/kibtVINVTpc/s1600/showersinger2.jpg&amp;imgrefurl=http://ignorantics.blogspot.com/2011/12/ignorantic-shower-singers-part-1.html&amp;usg=__BuoHSV2Q2Dt_OBwvfa9RV4zB7Qk=&amp;h=320&amp;w=296&amp;sz=28&amp;hl=en&amp;start=31&amp;zoom=1&amp;tbnid=Mi6hv5cT7evoaM:&amp;tbnh=118&amp;tbnw=109&amp;ei=WBCAT76OOcjZsgb74aCjBA&amp;um=1&amp;itbs=1" TargetMode="External"/><Relationship Id="rId25" Type="http://schemas.openxmlformats.org/officeDocument/2006/relationships/hyperlink" Target="http://www.google.com/imgres?imgurl=http://lh6.ggpht.com/-p3AfQZxLtdY/TUbPIZ7aA6I/AAAAAAAAF84/_vMH_XMsktI/grayes_greenhouse_4.jpg&amp;imgrefurl=http://inthegarden.marthastewart.com/2011/01/31/visiting-grayes-greenhouse/&amp;usg=___EIzZaWWA0Qhf7Jj3J1cBcUJpIc=&amp;h=1600&amp;w=1200&amp;sz=408&amp;hl=en&amp;start=32&amp;zoom=1&amp;tbnid=Z2vsOslit2r0WM:&amp;tbnh=150&amp;tbnw=113&amp;ei=n91wT9_7AdHEsgbX3oXTDQ&amp;prev=/search%3Fq%3Dold%2Bpipes%26start%3D20%26um%3D1%26hl%3Den%26safe%3Doff%26client%3Dfirefox-a%26sa%3DN%26rls%3Dorg.mozilla:en-US:official%26tbm%3Disch&amp;um=1&amp;itbs=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imgres?imgurl=http://www.shastaconservationfund.org/wishing_well2.jpg&amp;imgrefurl=http://www.shastaconservationfund.org/WELL.htm&amp;usg=__PidOnb0xaVkKVl1LfUz2Nnxfnv0=&amp;h=400&amp;w=400&amp;sz=61&amp;hl=en&amp;start=4&amp;zoom=1&amp;tbnid=x-rVCHkBpYPPYM:&amp;tbnh=124&amp;tbnw=124&amp;ei=iZBwT6qpE8rFtAbahZyqAg&amp;prev=/search%3Fq%3Dwell%26um%3D1%26hl%3Den%26safe%3Doff%26client%3Dfirefox-a%26sa%3DN%26rls%3Dorg.mozilla:en-US:official%26tbm%3Disch&amp;um=1&amp;itbs=1" TargetMode="External"/><Relationship Id="rId20" Type="http://schemas.openxmlformats.org/officeDocument/2006/relationships/hyperlink" Target="http://www.google.com/imgres?imgurl=http://kateraidt.files.wordpress.com/2011/04/happy-child.jpg&amp;imgrefurl=http://kateraidt.wordpress.com/&amp;usg=__JGc8A3nYff6sNDuttP1aY18FL4c=&amp;h=303&amp;w=452&amp;sz=27&amp;hl=en&amp;start=2&amp;zoom=1&amp;tbnid=p9Ruc5RPvj3i1M:&amp;tbnh=85&amp;tbnw=127&amp;ei=qcpwT9TtEMrSsgb5q5CzAQ&amp;prev=/search%3Fq%3Dhappy%2Bchild%26um%3D1%26hl%3Den%26safe%3Doff%26client%3Dfirefox-a%26sa%3DN%26rls%3Dorg.mozilla:en-US:official%26tbm%3Disch&amp;um=1&amp;itbs=1" TargetMode="External"/><Relationship Id="rId29" Type="http://schemas.openxmlformats.org/officeDocument/2006/relationships/hyperlink" Target="http://www.google.com/imgres?imgurl=http://www.ngpowereu.com/media/media-news/news-thumb/100419/waste.jpg&amp;imgrefurl=http://www.ngpowereu.com/news/powering-homes-with-human-waste/&amp;usg=__eGom6s4xIy2DSbCl_SY1UqNd-68=&amp;h=360&amp;w=640&amp;sz=48&amp;hl=en&amp;start=3&amp;zoom=1&amp;tbnid=r5SwNCdDkV-ovM:&amp;tbnh=77&amp;tbnw=137&amp;ei=meJwT7XpComGswaQ0e3FDQ&amp;prev=/search%3Fq%3Dhuman%2Bwaste%26um%3D1%26hl%3Den%26safe%3Doff%26client%3Dfirefox-a%26sa%3DN%26rls%3Dorg.mozilla:en-US:official%26tbm%3Disch&amp;um=1&amp;itbs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ience.howstuffworks.com/environmental/earth/geophysics/question157.htm" TargetMode="External"/><Relationship Id="rId11" Type="http://schemas.openxmlformats.org/officeDocument/2006/relationships/hyperlink" Target="http://www.freedrinkingwater.com/water-education2/78-hydrogen-sulfide.htm" TargetMode="External"/><Relationship Id="rId24" Type="http://schemas.openxmlformats.org/officeDocument/2006/relationships/hyperlink" Target="http://www.google.com/imgres?imgurl=http://www.greenchange.org/img/original/pesticide.jpg&amp;imgrefurl=http://www.greenchange.org/new-tests-show-30-out-of-37-pesticides-block-male-hormones&amp;usg=__1xfLPRnRFnqmhX4eBBR39IH8kFw=&amp;h=480&amp;w=640&amp;sz=65&amp;hl=en&amp;start=5&amp;zoom=1&amp;tbnid=WXdcUn7g9W6PqM:&amp;tbnh=103&amp;tbnw=137&amp;ei=4tlwT7rICsrWsgb1z-GtAg&amp;prev=/search%3Fq%3Dpesticides%26um%3D1%26hl%3Den%26safe%3Doff%26client%3Dfirefox-a%26sa%3DN%26rls%3Dorg.mozilla:en-US:official%26tbm%3Disch&amp;um=1&amp;itbs=1" TargetMode="External"/><Relationship Id="rId5" Type="http://schemas.openxmlformats.org/officeDocument/2006/relationships/hyperlink" Target="http://ewgukraine.wikispaces.com/Educational+Resources" TargetMode="External"/><Relationship Id="rId15" Type="http://schemas.openxmlformats.org/officeDocument/2006/relationships/hyperlink" Target="http://www.google.com/imgres?imgurl=http://wardrobeadvice.com/wp-content/uploads/2010/02/Hand-wash.jpg&amp;imgrefurl=http://wardrobeadvice.com/how-to-hand-wash-clothes/&amp;usg=__6LFfKpaD46gqInQnYp3_2VT2E5c=&amp;h=365&amp;w=550&amp;sz=107&amp;hl=en&amp;start=1&amp;zoom=1&amp;tbnid=_tZ3ACyTXt_6mM:&amp;tbnh=88&amp;tbnw=133&amp;ei=34xwT53BMsHzsgaOoYirAg&amp;um=1&amp;itbs=1" TargetMode="External"/><Relationship Id="rId23" Type="http://schemas.openxmlformats.org/officeDocument/2006/relationships/hyperlink" Target="http://www.google.com/imgres?imgurl=http://recyclingewaste.files.wordpress.com/2011/09/toxic-waste-epa.gif&amp;imgrefurl=http://recyclingewaste.wordpress.com/2011/09/28/how-toxic-is-toxic-waste/&amp;usg=__iNhYID7qDhCtv7mRV045eM3FIHc=&amp;h=339&amp;w=261&amp;sz=69&amp;hl=en&amp;start=4&amp;zoom=1&amp;tbnid=wU1Y4UHsb_e2tM:&amp;tbnh=119&amp;tbnw=92&amp;ei=IdZwT7GtAYeVswbr-sGKAg&amp;prev=/search%3Fq%3Dtoxic%2Bwaste%26um%3D1%26hl%3Den%26safe%3Doff%26client%3Dfirefox-a%26sa%3DN%26rls%3Dorg.mozilla:en-US:official%26tbm%3Disch&amp;um=1&amp;itbs=1" TargetMode="External"/><Relationship Id="rId28" Type="http://schemas.openxmlformats.org/officeDocument/2006/relationships/hyperlink" Target="http://www.google.com/imgres?imgurl=http://1.bp.blogspot.com/_DsZn5gt03b8/TTVedGNrBwI/AAAAAAAAAW4/xCID0Ljokzk/s1600/Stomach-pain-Symptoms.jpg&amp;imgrefurl=http://healthnfitness-tips.blogspot.com/2011/01/symptoms-and-home-remedies-for-stomach.html&amp;usg=__wvP-3Fl_YnWmdtbChbpAgVGQMCc=&amp;h=420&amp;w=280&amp;sz=88&amp;hl=en&amp;start=7&amp;zoom=1&amp;tbnid=KLWCZdv3U90j-M:&amp;tbnh=125&amp;tbnw=83&amp;ei=Kt9wT_f4H8ngtQaV48TVDQ&amp;prev=/search%3Fq%3Dstomach%2Billness%26um%3D1%26hl%3Den%26safe%3Doff%26client%3Dfirefox-a%26sa%3DN%26rls%3Dorg.mozilla:en-US:official%26tbm%3Disch&amp;um=1&amp;itbs=1" TargetMode="External"/><Relationship Id="rId10" Type="http://schemas.openxmlformats.org/officeDocument/2006/relationships/hyperlink" Target="http://www.orthomolecular.org/library/jom/2000/articles/2000-v15n02-p089.shtml" TargetMode="External"/><Relationship Id="rId19" Type="http://schemas.openxmlformats.org/officeDocument/2006/relationships/hyperlink" Target="http://www.google.com/imgres?imgurl=http://scienceblogs.com/aardvarchaeology/water%2520tap.jpg&amp;imgrefurl=http://scienceblogs.com/aardvarchaeology/2008/03/tap_water_is_not_a_naturally_o.php&amp;usg=__FGYNRgpwQTSWD2b9bBJhkdGDUIU=&amp;h=520&amp;w=400&amp;sz=22&amp;hl=en&amp;start=3&amp;zoom=1&amp;tbnid=9yl_QigV_XlcBM:&amp;tbnh=131&amp;tbnw=101&amp;ei=KpFwT_zeMsPmtQbizpy1Ag&amp;prev=/search%3Fq%3Dtap%2Bwater%26um%3D1%26hl%3Den%26safe%3Doff%26client%3Dfirefox-a%26sa%3DN%26rls%3Dorg.mozilla:en-US:official%26tbm%3Disch&amp;um=1&amp;itbs=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sep.cce.cornell.edu/facts-slides-self/facts/pes-heef-grw85.aspx" TargetMode="External"/><Relationship Id="rId14" Type="http://schemas.openxmlformats.org/officeDocument/2006/relationships/hyperlink" Target="http://www.google.com/imgres?imgurl=http://i.telegraph.co.uk/multimedia/archive/00979/drinking-water-460_979746c.jpg&amp;imgrefurl=http://www.telegraph.co.uk/news/uknews/3099454/British-drinking-water-may-be-tainted-with-prescription-drugs.html&amp;usg=__cXsPLxZNiYfWgFA0ajsX8w_SwUQ=&amp;h=288&amp;w=460&amp;sz=22&amp;hl=en&amp;start=2&amp;zoom=1&amp;tbnid=ZW9NamcAKAhmDM:&amp;tbnh=80&amp;tbnw=128&amp;ei=IlBwT_iAIMXIsgbEk7GdAg&amp;um=1&amp;itbs=1" TargetMode="External"/><Relationship Id="rId22" Type="http://schemas.openxmlformats.org/officeDocument/2006/relationships/hyperlink" Target="http://science.howstuffworks.com/environmental/earth/geophysics/question157.htm" TargetMode="External"/><Relationship Id="rId27" Type="http://schemas.openxmlformats.org/officeDocument/2006/relationships/hyperlink" Target="http://phil.cdc.gov/PHIL_Images/8698/8698_lores.jp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2422</Words>
  <Characters>13806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“Dangers of Water Pollution and Conducting Water Tests”</dc:title>
  <dc:subject/>
  <dc:creator>USER</dc:creator>
  <cp:keywords/>
  <dc:description/>
  <cp:lastModifiedBy>Theodora</cp:lastModifiedBy>
  <cp:revision>2</cp:revision>
  <dcterms:created xsi:type="dcterms:W3CDTF">2012-04-08T18:41:00Z</dcterms:created>
  <dcterms:modified xsi:type="dcterms:W3CDTF">2012-04-08T18:41:00Z</dcterms:modified>
</cp:coreProperties>
</file>